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60C1820A"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C17E16">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97060DD" w:rsidR="00F1480E" w:rsidRPr="000754EC" w:rsidRDefault="00E933B0" w:rsidP="000754EC">
            <w:pPr>
              <w:pStyle w:val="SIUNITCODE"/>
            </w:pPr>
            <w:r>
              <w:t>AHC</w:t>
            </w:r>
            <w:r w:rsidR="00AB51ED">
              <w:t>BAC</w:t>
            </w:r>
            <w:r w:rsidR="00FA1EC5">
              <w:t>40</w:t>
            </w:r>
            <w:r w:rsidR="00B07688">
              <w:t>6</w:t>
            </w:r>
          </w:p>
        </w:tc>
        <w:tc>
          <w:tcPr>
            <w:tcW w:w="3604" w:type="pct"/>
            <w:shd w:val="clear" w:color="auto" w:fill="auto"/>
          </w:tcPr>
          <w:p w14:paraId="68240ED7" w14:textId="1F0C0371" w:rsidR="00F1480E" w:rsidRPr="000754EC" w:rsidRDefault="00B07688" w:rsidP="000754EC">
            <w:pPr>
              <w:pStyle w:val="SIUnittitle"/>
            </w:pPr>
            <w:r w:rsidRPr="00B07688">
              <w:t>Maintain grain quality in storage</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0C563A9" w14:textId="77777777" w:rsidR="00B07688" w:rsidRPr="00B07688" w:rsidRDefault="00B07688" w:rsidP="00B07688">
            <w:pPr>
              <w:pStyle w:val="SIText"/>
            </w:pPr>
            <w:r w:rsidRPr="00B07688">
              <w:t>This unit of competency describes the skills and knowledge required to maintain grain quality in storage and includes assessing and maintaining hygiene in grain storage areas, as well as monitoring the grain for deterioration or pests and contaminants.</w:t>
            </w:r>
          </w:p>
          <w:p w14:paraId="79A0BDF5" w14:textId="77777777" w:rsidR="00B07688" w:rsidRPr="00B07688" w:rsidRDefault="00B07688" w:rsidP="00B07688">
            <w:pPr>
              <w:pStyle w:val="SIText"/>
            </w:pPr>
          </w:p>
          <w:p w14:paraId="26A46108" w14:textId="69D2CFC5" w:rsidR="00B07688" w:rsidRPr="00B07688" w:rsidRDefault="00653BD9" w:rsidP="00B07688">
            <w:pPr>
              <w:pStyle w:val="SIText"/>
            </w:pPr>
            <w:r>
              <w:t>The unit applies to individuals</w:t>
            </w:r>
            <w:r w:rsidR="00B07688" w:rsidRPr="00B07688">
              <w:t xml:space="preserve"> who take responsibility for own work and for the quality of the work of others. They use discretion and judgement in the selection, allocation and use of available resources.</w:t>
            </w:r>
          </w:p>
          <w:p w14:paraId="4B0FCAA6" w14:textId="77777777" w:rsidR="00B07688" w:rsidRPr="00B07688" w:rsidRDefault="00B07688" w:rsidP="00B07688">
            <w:pPr>
              <w:pStyle w:val="SIText"/>
            </w:pPr>
          </w:p>
          <w:p w14:paraId="034C6C33" w14:textId="4B16EFFC" w:rsidR="00373436" w:rsidRPr="000754EC" w:rsidRDefault="006C5082" w:rsidP="00E12940">
            <w:pPr>
              <w:pStyle w:val="SIText"/>
            </w:pPr>
            <w:commentRangeStart w:id="0"/>
            <w:r>
              <w:t xml:space="preserve">Licencing or certification for the use of </w:t>
            </w:r>
            <w:r w:rsidR="00EE4B72">
              <w:t xml:space="preserve">fumigants </w:t>
            </w:r>
            <w:r>
              <w:t>is strictly controlled in Australian states and territories. Users must check with their relevant regulatory authority before use.</w:t>
            </w:r>
            <w:commentRangeEnd w:id="0"/>
            <w:r w:rsidR="00BC6F02">
              <w:rPr>
                <w:lang w:eastAsia="en-AU"/>
              </w:rPr>
              <w:commentReference w:id="0"/>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4D52604"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7688" w:rsidRPr="00963A46" w14:paraId="2F5B2555" w14:textId="77777777" w:rsidTr="00CA2922">
        <w:trPr>
          <w:cantSplit/>
        </w:trPr>
        <w:tc>
          <w:tcPr>
            <w:tcW w:w="1396" w:type="pct"/>
            <w:shd w:val="clear" w:color="auto" w:fill="auto"/>
          </w:tcPr>
          <w:p w14:paraId="06314A52" w14:textId="5AD1CC27" w:rsidR="00B07688" w:rsidRPr="00B07688" w:rsidRDefault="00B07688" w:rsidP="00B07688">
            <w:pPr>
              <w:pStyle w:val="SIText"/>
            </w:pPr>
            <w:r w:rsidRPr="00B07688">
              <w:t>1. Maintain hygiene in storage areas</w:t>
            </w:r>
          </w:p>
        </w:tc>
        <w:tc>
          <w:tcPr>
            <w:tcW w:w="3604" w:type="pct"/>
            <w:shd w:val="clear" w:color="auto" w:fill="auto"/>
          </w:tcPr>
          <w:p w14:paraId="216D284D" w14:textId="0ABF53A4" w:rsidR="00B07688" w:rsidRPr="00B07688" w:rsidRDefault="00B07688" w:rsidP="00B07688">
            <w:r w:rsidRPr="00B07688">
              <w:t xml:space="preserve">1.1 Test storage conditions and facilities </w:t>
            </w:r>
            <w:r w:rsidR="0071553F">
              <w:t>for compliance with grain storage hygiene</w:t>
            </w:r>
            <w:r w:rsidRPr="00B07688">
              <w:t xml:space="preserve"> standard</w:t>
            </w:r>
            <w:r w:rsidR="0071553F">
              <w:t>s</w:t>
            </w:r>
          </w:p>
          <w:p w14:paraId="73AFD328" w14:textId="31571B25" w:rsidR="00B07688" w:rsidRPr="00B07688" w:rsidRDefault="00B07688" w:rsidP="00B07688">
            <w:r w:rsidRPr="00B07688">
              <w:t>1.2 Identify</w:t>
            </w:r>
            <w:r w:rsidR="0071553F">
              <w:t>, report or repair damage and faults to storage areas according to workplace procedures</w:t>
            </w:r>
          </w:p>
          <w:p w14:paraId="3B44A6C8" w14:textId="093ADD62" w:rsidR="00B07688" w:rsidRPr="00B07688" w:rsidRDefault="00B07688" w:rsidP="00B07688">
            <w:r w:rsidRPr="00B07688">
              <w:t xml:space="preserve">1.3 Apply treatments to storage facilities to </w:t>
            </w:r>
            <w:r w:rsidR="0071553F">
              <w:t>ensure</w:t>
            </w:r>
            <w:r w:rsidR="0071553F" w:rsidRPr="00B07688">
              <w:t xml:space="preserve"> </w:t>
            </w:r>
            <w:r w:rsidRPr="00B07688">
              <w:t xml:space="preserve">hygiene standards </w:t>
            </w:r>
            <w:r w:rsidR="0071553F">
              <w:t xml:space="preserve">are maintained </w:t>
            </w:r>
            <w:r w:rsidR="001873EF">
              <w:t xml:space="preserve">according to </w:t>
            </w:r>
            <w:r w:rsidRPr="00B07688">
              <w:t>grain storage program</w:t>
            </w:r>
          </w:p>
          <w:p w14:paraId="53BF2D3B" w14:textId="66D92DC9" w:rsidR="00B07688" w:rsidRPr="00B07688" w:rsidRDefault="00B07688" w:rsidP="00B07688">
            <w:r w:rsidRPr="00B07688">
              <w:t xml:space="preserve">1.4 </w:t>
            </w:r>
            <w:r w:rsidR="0071553F">
              <w:t xml:space="preserve">Maintain </w:t>
            </w:r>
            <w:r w:rsidRPr="00B07688">
              <w:t>biosecur</w:t>
            </w:r>
            <w:r w:rsidR="0071553F">
              <w:t>e storage environment according to biosecurity</w:t>
            </w:r>
            <w:r w:rsidR="0071553F" w:rsidRPr="00B07688">
              <w:t xml:space="preserve"> </w:t>
            </w:r>
            <w:r w:rsidR="0071553F">
              <w:t>procedures</w:t>
            </w:r>
          </w:p>
          <w:p w14:paraId="1696B99B" w14:textId="08F4A172" w:rsidR="00B07688" w:rsidRPr="00B07688" w:rsidRDefault="00B07688" w:rsidP="00DD6FE0">
            <w:r w:rsidRPr="00B07688">
              <w:t xml:space="preserve">1.5 Record application of treatments </w:t>
            </w:r>
            <w:r w:rsidR="001873EF">
              <w:t>according to workplace procedures</w:t>
            </w:r>
          </w:p>
        </w:tc>
      </w:tr>
      <w:tr w:rsidR="00B07688" w:rsidRPr="00963A46" w14:paraId="6D79A7FA" w14:textId="77777777" w:rsidTr="00CA2922">
        <w:trPr>
          <w:cantSplit/>
        </w:trPr>
        <w:tc>
          <w:tcPr>
            <w:tcW w:w="1396" w:type="pct"/>
            <w:shd w:val="clear" w:color="auto" w:fill="auto"/>
          </w:tcPr>
          <w:p w14:paraId="56B4064B" w14:textId="5B1D6151" w:rsidR="00B07688" w:rsidRPr="00B07688" w:rsidRDefault="00B07688" w:rsidP="00B07688">
            <w:pPr>
              <w:pStyle w:val="SIText"/>
            </w:pPr>
            <w:r w:rsidRPr="00B07688">
              <w:t xml:space="preserve">2. Monitor grain </w:t>
            </w:r>
            <w:r w:rsidR="00DD6FE0">
              <w:t xml:space="preserve">quality </w:t>
            </w:r>
            <w:r w:rsidRPr="00B07688">
              <w:t>from arrival to dispatch</w:t>
            </w:r>
          </w:p>
        </w:tc>
        <w:tc>
          <w:tcPr>
            <w:tcW w:w="3604" w:type="pct"/>
            <w:shd w:val="clear" w:color="auto" w:fill="auto"/>
          </w:tcPr>
          <w:p w14:paraId="2A64BCAD" w14:textId="305E6BF7" w:rsidR="00B07688" w:rsidRPr="00B07688" w:rsidRDefault="00B07688" w:rsidP="00B07688">
            <w:r w:rsidRPr="00B07688">
              <w:t xml:space="preserve">2.1 </w:t>
            </w:r>
            <w:r w:rsidR="001873EF">
              <w:t>Collect</w:t>
            </w:r>
            <w:r w:rsidR="001873EF" w:rsidRPr="00B07688">
              <w:t xml:space="preserve"> </w:t>
            </w:r>
            <w:r w:rsidRPr="00B07688">
              <w:t xml:space="preserve">samples </w:t>
            </w:r>
            <w:r w:rsidR="001873EF">
              <w:t xml:space="preserve">of grain </w:t>
            </w:r>
            <w:r w:rsidRPr="00B07688">
              <w:t xml:space="preserve">and refer for testing </w:t>
            </w:r>
            <w:r w:rsidR="00DD6FE0">
              <w:t>prior to</w:t>
            </w:r>
            <w:r w:rsidR="00DD6FE0" w:rsidRPr="00B07688">
              <w:t xml:space="preserve"> </w:t>
            </w:r>
            <w:r w:rsidRPr="00B07688">
              <w:t>stor</w:t>
            </w:r>
            <w:r w:rsidR="00DD6FE0">
              <w:t>age</w:t>
            </w:r>
          </w:p>
          <w:p w14:paraId="75A6FEE7" w14:textId="656ECEB0" w:rsidR="00B07688" w:rsidRPr="00B07688" w:rsidRDefault="00B07688" w:rsidP="00B07688">
            <w:r w:rsidRPr="00B07688">
              <w:t xml:space="preserve">2.2 </w:t>
            </w:r>
            <w:r w:rsidR="00DD6FE0">
              <w:t>S</w:t>
            </w:r>
            <w:r w:rsidRPr="00B07688">
              <w:t>ample</w:t>
            </w:r>
            <w:r w:rsidR="0071553F">
              <w:t xml:space="preserve"> grain</w:t>
            </w:r>
            <w:r w:rsidR="00DD6FE0">
              <w:t xml:space="preserve"> at a frequency </w:t>
            </w:r>
            <w:r w:rsidRPr="00B07688">
              <w:t>s</w:t>
            </w:r>
            <w:r w:rsidR="00DD6FE0">
              <w:t>pecified in sampling procedures</w:t>
            </w:r>
            <w:r w:rsidRPr="00B07688">
              <w:t xml:space="preserve"> to ensure</w:t>
            </w:r>
            <w:r w:rsidR="00DD6FE0">
              <w:t xml:space="preserve"> compliance with</w:t>
            </w:r>
            <w:r w:rsidRPr="00B07688">
              <w:t xml:space="preserve"> purity standards</w:t>
            </w:r>
          </w:p>
          <w:p w14:paraId="228DDDC1" w14:textId="04A2898C" w:rsidR="00B07688" w:rsidRPr="00B07688" w:rsidRDefault="00B07688" w:rsidP="00B07688">
            <w:r w:rsidRPr="00B07688">
              <w:t xml:space="preserve">2.3 Check grain quality at </w:t>
            </w:r>
            <w:r w:rsidR="00DD6FE0">
              <w:t xml:space="preserve">time of </w:t>
            </w:r>
            <w:r w:rsidRPr="00B07688">
              <w:t xml:space="preserve">dispatch against records </w:t>
            </w:r>
            <w:r w:rsidR="00DD6FE0">
              <w:t xml:space="preserve">at </w:t>
            </w:r>
            <w:r w:rsidRPr="00B07688">
              <w:t>point of storage</w:t>
            </w:r>
            <w:r w:rsidR="00DD6FE0">
              <w:t xml:space="preserve"> for consistency</w:t>
            </w:r>
          </w:p>
          <w:p w14:paraId="3780F614" w14:textId="52B55BD7" w:rsidR="00B07688" w:rsidRPr="00B07688" w:rsidRDefault="00B07688" w:rsidP="00B07688">
            <w:r w:rsidRPr="00B07688">
              <w:t xml:space="preserve">2.4 Take, prepare and forward test samples for analysis according to </w:t>
            </w:r>
            <w:r w:rsidR="00DD6FE0">
              <w:t>workplace procedures and industry standards</w:t>
            </w:r>
          </w:p>
          <w:p w14:paraId="696D233F" w14:textId="5F45B46B" w:rsidR="00B07688" w:rsidRPr="00B07688" w:rsidRDefault="00B07688" w:rsidP="00B07688">
            <w:r w:rsidRPr="00B07688">
              <w:t xml:space="preserve">2.5 Maintain records of grain </w:t>
            </w:r>
            <w:r w:rsidR="007D199A">
              <w:t xml:space="preserve">storage </w:t>
            </w:r>
            <w:r w:rsidRPr="00B07688">
              <w:t xml:space="preserve">movement </w:t>
            </w:r>
            <w:r w:rsidR="00DD6FE0">
              <w:t>according to</w:t>
            </w:r>
            <w:r w:rsidRPr="00B07688">
              <w:t xml:space="preserve"> grain storage program</w:t>
            </w:r>
          </w:p>
          <w:p w14:paraId="1AEE1AC1" w14:textId="70EB7B5E" w:rsidR="00B07688" w:rsidRPr="00B07688" w:rsidRDefault="00B07688" w:rsidP="00B07688">
            <w:r w:rsidRPr="00B07688">
              <w:t xml:space="preserve">2.6 Research and recommend technology, systems or practices </w:t>
            </w:r>
            <w:r w:rsidR="007D199A">
              <w:t>to</w:t>
            </w:r>
            <w:r w:rsidRPr="00B07688">
              <w:t xml:space="preserve"> improve or maintain grain </w:t>
            </w:r>
            <w:r w:rsidR="007D199A">
              <w:t xml:space="preserve">storage </w:t>
            </w:r>
            <w:r w:rsidRPr="00B07688">
              <w:t>quality</w:t>
            </w:r>
          </w:p>
          <w:p w14:paraId="6BB72E57" w14:textId="3B85230C" w:rsidR="00B07688" w:rsidRPr="00B07688" w:rsidRDefault="00B07688" w:rsidP="00B07688">
            <w:pPr>
              <w:pStyle w:val="SIText"/>
            </w:pPr>
            <w:r w:rsidRPr="00B07688">
              <w:t>2.7 Implement work health and safety policies for activities around the grain storage facilities</w:t>
            </w:r>
          </w:p>
        </w:tc>
      </w:tr>
      <w:tr w:rsidR="00B07688" w:rsidRPr="00963A46" w14:paraId="1EC8DE7F" w14:textId="77777777" w:rsidTr="00CA2922">
        <w:trPr>
          <w:cantSplit/>
        </w:trPr>
        <w:tc>
          <w:tcPr>
            <w:tcW w:w="1396" w:type="pct"/>
            <w:shd w:val="clear" w:color="auto" w:fill="auto"/>
          </w:tcPr>
          <w:p w14:paraId="628A0070" w14:textId="400B37F5" w:rsidR="00B07688" w:rsidRPr="00B07688" w:rsidRDefault="00B07688" w:rsidP="00B07688">
            <w:pPr>
              <w:pStyle w:val="SIText"/>
            </w:pPr>
            <w:r w:rsidRPr="00B07688">
              <w:lastRenderedPageBreak/>
              <w:t>3. Monitor and maintain grain condition in storage</w:t>
            </w:r>
          </w:p>
        </w:tc>
        <w:tc>
          <w:tcPr>
            <w:tcW w:w="3604" w:type="pct"/>
            <w:shd w:val="clear" w:color="auto" w:fill="auto"/>
          </w:tcPr>
          <w:p w14:paraId="70D530B1" w14:textId="4EC31735" w:rsidR="00B07688" w:rsidRPr="00B07688" w:rsidRDefault="00B07688" w:rsidP="00B07688">
            <w:r w:rsidRPr="00B07688">
              <w:t xml:space="preserve">3.1 </w:t>
            </w:r>
            <w:r w:rsidR="007D199A">
              <w:t>C</w:t>
            </w:r>
            <w:r w:rsidRPr="00B07688">
              <w:t xml:space="preserve">heck </w:t>
            </w:r>
            <w:r w:rsidR="007D199A">
              <w:t>stored</w:t>
            </w:r>
            <w:r w:rsidR="007D199A" w:rsidRPr="00B07688">
              <w:t xml:space="preserve"> </w:t>
            </w:r>
            <w:r w:rsidRPr="00B07688">
              <w:t xml:space="preserve">grain </w:t>
            </w:r>
            <w:r w:rsidR="007D199A">
              <w:t>for</w:t>
            </w:r>
            <w:r w:rsidRPr="00B07688">
              <w:t xml:space="preserve"> contaminants and deterioration</w:t>
            </w:r>
            <w:r w:rsidR="007D199A">
              <w:t xml:space="preserve"> according to workplace procedures and schedules</w:t>
            </w:r>
          </w:p>
          <w:p w14:paraId="3DB9DAC8" w14:textId="0F3040AC" w:rsidR="00B07688" w:rsidRPr="00B07688" w:rsidRDefault="00B07688" w:rsidP="00B07688">
            <w:r w:rsidRPr="00B07688">
              <w:t xml:space="preserve">3.2 </w:t>
            </w:r>
            <w:r w:rsidR="007D199A">
              <w:t>C</w:t>
            </w:r>
            <w:r w:rsidRPr="00B07688">
              <w:t>heck grain in long-term storage for quality factors and viability</w:t>
            </w:r>
            <w:r w:rsidR="007D199A">
              <w:t xml:space="preserve"> according to workplace procedures and schedules</w:t>
            </w:r>
          </w:p>
          <w:p w14:paraId="1E0AF477" w14:textId="724F38AC" w:rsidR="00B07688" w:rsidRPr="00B07688" w:rsidRDefault="00B07688" w:rsidP="00B07688">
            <w:r w:rsidRPr="00B07688">
              <w:t xml:space="preserve">3.3 </w:t>
            </w:r>
            <w:r w:rsidR="007D199A">
              <w:t>Collect</w:t>
            </w:r>
            <w:r w:rsidRPr="00B07688">
              <w:t xml:space="preserve">, prepare and send samples of grain for </w:t>
            </w:r>
            <w:r w:rsidR="007D199A">
              <w:t xml:space="preserve">laboratory </w:t>
            </w:r>
            <w:r w:rsidRPr="00B07688">
              <w:t xml:space="preserve">testing </w:t>
            </w:r>
            <w:r w:rsidR="007D199A">
              <w:t>according to</w:t>
            </w:r>
            <w:r w:rsidRPr="00B07688">
              <w:t xml:space="preserve"> industry quality assurance and laboratory </w:t>
            </w:r>
            <w:r w:rsidR="007D199A">
              <w:t>standards</w:t>
            </w:r>
          </w:p>
          <w:p w14:paraId="2551297C" w14:textId="2EC8C40F" w:rsidR="00B07688" w:rsidRPr="00B07688" w:rsidRDefault="00B07688" w:rsidP="00B07688">
            <w:r w:rsidRPr="00B07688">
              <w:t>3.4 Create</w:t>
            </w:r>
            <w:r w:rsidR="007D199A">
              <w:t xml:space="preserve"> and</w:t>
            </w:r>
            <w:r w:rsidRPr="00B07688">
              <w:t xml:space="preserve"> maintain records of grain tests and inspections </w:t>
            </w:r>
            <w:r w:rsidR="007D199A">
              <w:t>according to</w:t>
            </w:r>
            <w:r w:rsidRPr="00B07688">
              <w:t xml:space="preserve"> grain storage program.</w:t>
            </w:r>
          </w:p>
          <w:p w14:paraId="35B152FD" w14:textId="1A132963" w:rsidR="00B07688" w:rsidRPr="00B07688" w:rsidRDefault="00B07688" w:rsidP="00B07688">
            <w:r w:rsidRPr="00B07688">
              <w:t xml:space="preserve">3.5 </w:t>
            </w:r>
            <w:r w:rsidR="007D199A">
              <w:t>Monitor condition of stored grain according to s</w:t>
            </w:r>
            <w:r w:rsidRPr="00B07688">
              <w:t xml:space="preserve">chedule and </w:t>
            </w:r>
            <w:r w:rsidR="00224542">
              <w:t xml:space="preserve">methods specified in </w:t>
            </w:r>
            <w:r w:rsidRPr="00B07688">
              <w:t>grain storage program</w:t>
            </w:r>
          </w:p>
          <w:p w14:paraId="6EC97EB0" w14:textId="3F771A37" w:rsidR="00B07688" w:rsidRPr="00B07688" w:rsidRDefault="00B07688" w:rsidP="00B07688">
            <w:r w:rsidRPr="00B07688">
              <w:t xml:space="preserve">3.6 </w:t>
            </w:r>
            <w:r w:rsidR="00224542">
              <w:t>Implement</w:t>
            </w:r>
            <w:r w:rsidR="00224542" w:rsidRPr="00B07688">
              <w:t xml:space="preserve"> </w:t>
            </w:r>
            <w:r w:rsidRPr="00B07688">
              <w:t>corrective action to maintain grain quality</w:t>
            </w:r>
            <w:r w:rsidR="00224542">
              <w:t xml:space="preserve"> standards according to workplace procedures </w:t>
            </w:r>
          </w:p>
          <w:p w14:paraId="633FB9D4" w14:textId="3D8E347B" w:rsidR="00B07688" w:rsidRPr="00B07688" w:rsidRDefault="00B07688" w:rsidP="00224542">
            <w:r w:rsidRPr="00B07688">
              <w:t>3.7 Ensure</w:t>
            </w:r>
            <w:r w:rsidR="00224542" w:rsidRPr="00B07688">
              <w:t xml:space="preserve"> </w:t>
            </w:r>
            <w:r w:rsidR="00224542">
              <w:t>grain storage</w:t>
            </w:r>
            <w:r w:rsidRPr="00B07688">
              <w:t xml:space="preserve"> activities </w:t>
            </w:r>
            <w:r w:rsidR="00224542">
              <w:t>and</w:t>
            </w:r>
            <w:r w:rsidRPr="00B07688">
              <w:t xml:space="preserve"> facilities </w:t>
            </w:r>
            <w:r w:rsidR="00224542">
              <w:t xml:space="preserve">management are conducted according to </w:t>
            </w:r>
            <w:r w:rsidRPr="00B07688">
              <w:t>grain storage program</w:t>
            </w:r>
          </w:p>
        </w:tc>
      </w:tr>
      <w:tr w:rsidR="00B07688" w:rsidRPr="00963A46" w14:paraId="56FCAD63" w14:textId="77777777" w:rsidTr="00CA2922">
        <w:trPr>
          <w:cantSplit/>
        </w:trPr>
        <w:tc>
          <w:tcPr>
            <w:tcW w:w="1396" w:type="pct"/>
            <w:shd w:val="clear" w:color="auto" w:fill="auto"/>
          </w:tcPr>
          <w:p w14:paraId="7C3E1199" w14:textId="3532E777" w:rsidR="00B07688" w:rsidRPr="00B07688" w:rsidRDefault="00B07688" w:rsidP="00B07688">
            <w:pPr>
              <w:pStyle w:val="SIText"/>
            </w:pPr>
            <w:r w:rsidRPr="00B07688">
              <w:t>4. Control weeds and pests in storage area</w:t>
            </w:r>
          </w:p>
        </w:tc>
        <w:tc>
          <w:tcPr>
            <w:tcW w:w="3604" w:type="pct"/>
            <w:shd w:val="clear" w:color="auto" w:fill="auto"/>
          </w:tcPr>
          <w:p w14:paraId="358EF7C4" w14:textId="77777777" w:rsidR="00B07688" w:rsidRPr="00B07688" w:rsidRDefault="00B07688" w:rsidP="00B07688">
            <w:r w:rsidRPr="00B07688">
              <w:t>4.1 Monitor grain according to the monitoring points, targets and methods outlined in the grain storage program</w:t>
            </w:r>
          </w:p>
          <w:p w14:paraId="48C3D878" w14:textId="3598151B" w:rsidR="00B07688" w:rsidRPr="00B07688" w:rsidRDefault="00B07688" w:rsidP="00B07688">
            <w:r w:rsidRPr="00B07688">
              <w:t xml:space="preserve">4.2 </w:t>
            </w:r>
            <w:r w:rsidR="00224542">
              <w:t>Collect</w:t>
            </w:r>
            <w:r w:rsidR="00224542" w:rsidRPr="00B07688">
              <w:t xml:space="preserve"> </w:t>
            </w:r>
            <w:r w:rsidRPr="00B07688">
              <w:t xml:space="preserve">samples </w:t>
            </w:r>
            <w:r w:rsidR="00224542">
              <w:t>of</w:t>
            </w:r>
            <w:r w:rsidR="00224542" w:rsidRPr="00B07688">
              <w:t xml:space="preserve"> </w:t>
            </w:r>
            <w:r w:rsidRPr="00B07688">
              <w:t>grain to test for pest infestation</w:t>
            </w:r>
          </w:p>
          <w:p w14:paraId="1C544B43" w14:textId="266E75F1" w:rsidR="00B07688" w:rsidRPr="00B07688" w:rsidRDefault="00B07688" w:rsidP="00B07688">
            <w:r w:rsidRPr="00B07688">
              <w:t xml:space="preserve">4.3 Prepare and forward sample for analysis </w:t>
            </w:r>
            <w:r w:rsidR="00224542">
              <w:t>according to workplace procedures and industry standards</w:t>
            </w:r>
          </w:p>
          <w:p w14:paraId="68D810BF" w14:textId="76AF5CD0" w:rsidR="00B07688" w:rsidRPr="00B07688" w:rsidRDefault="00B07688" w:rsidP="00B07688">
            <w:r w:rsidRPr="00B07688">
              <w:t xml:space="preserve">4.4 Control pests in storage </w:t>
            </w:r>
            <w:r w:rsidR="00224542">
              <w:t xml:space="preserve">according </w:t>
            </w:r>
            <w:r w:rsidRPr="00B07688">
              <w:t>to grain storage program</w:t>
            </w:r>
          </w:p>
          <w:p w14:paraId="44074D32" w14:textId="075D0607" w:rsidR="00B07688" w:rsidRPr="00B07688" w:rsidRDefault="00B07688" w:rsidP="00B07688">
            <w:r w:rsidRPr="00B07688">
              <w:t xml:space="preserve">4.5 </w:t>
            </w:r>
            <w:r w:rsidR="00123225">
              <w:t>Apply f</w:t>
            </w:r>
            <w:r w:rsidRPr="00B07688">
              <w:t>umiga</w:t>
            </w:r>
            <w:r w:rsidR="00123225">
              <w:t xml:space="preserve">nts and treatments in </w:t>
            </w:r>
            <w:r w:rsidRPr="00B07688">
              <w:t xml:space="preserve">enclosed </w:t>
            </w:r>
            <w:r w:rsidR="00123225">
              <w:t xml:space="preserve">stored </w:t>
            </w:r>
            <w:r w:rsidRPr="00B07688">
              <w:t xml:space="preserve">grain </w:t>
            </w:r>
            <w:r w:rsidR="00123225">
              <w:t>and</w:t>
            </w:r>
            <w:r w:rsidRPr="00B07688">
              <w:t xml:space="preserve"> surrounding environment </w:t>
            </w:r>
            <w:r w:rsidR="00123225">
              <w:t xml:space="preserve">according </w:t>
            </w:r>
            <w:r w:rsidRPr="00B07688">
              <w:t xml:space="preserve">to pest management strategy </w:t>
            </w:r>
            <w:r w:rsidR="00637824">
              <w:t xml:space="preserve">and </w:t>
            </w:r>
            <w:r w:rsidRPr="00B07688">
              <w:t>grain storage program</w:t>
            </w:r>
          </w:p>
          <w:p w14:paraId="672960E3" w14:textId="7E578B1A" w:rsidR="00B07688" w:rsidRPr="00B07688" w:rsidRDefault="00B07688" w:rsidP="00B07688">
            <w:r w:rsidRPr="00B07688">
              <w:t xml:space="preserve">4.6 Identify and control sources of infestation </w:t>
            </w:r>
            <w:r w:rsidR="00637824">
              <w:t>according</w:t>
            </w:r>
            <w:r w:rsidR="00637824" w:rsidRPr="00B07688">
              <w:t xml:space="preserve"> </w:t>
            </w:r>
            <w:r w:rsidRPr="00B07688">
              <w:t>to the pest management strategy</w:t>
            </w:r>
            <w:r w:rsidR="00637824">
              <w:t xml:space="preserve"> and biosecurity procedures</w:t>
            </w:r>
            <w:r w:rsidRPr="00B07688">
              <w:t xml:space="preserve"> in grain storage program</w:t>
            </w:r>
          </w:p>
          <w:p w14:paraId="74360221" w14:textId="72E74134" w:rsidR="00B07688" w:rsidRPr="00B07688" w:rsidRDefault="00B07688" w:rsidP="00E12940">
            <w:r w:rsidRPr="00B07688">
              <w:t>4.</w:t>
            </w:r>
            <w:r w:rsidR="00637824">
              <w:t>7</w:t>
            </w:r>
            <w:r w:rsidRPr="00B07688">
              <w:t xml:space="preserve"> Create</w:t>
            </w:r>
            <w:r w:rsidR="00637824">
              <w:t xml:space="preserve"> and </w:t>
            </w:r>
            <w:r w:rsidRPr="00B07688">
              <w:t xml:space="preserve">maintain records of treatments to grain and storage facilities </w:t>
            </w:r>
            <w:r w:rsidR="00637824">
              <w:t xml:space="preserve">according to </w:t>
            </w:r>
            <w:r w:rsidRPr="00B07688">
              <w:t>grain storage program</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02023D9"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63C2" w:rsidRPr="00E12940" w:rsidDel="00423CB2" w14:paraId="1CF24FD6" w14:textId="77777777" w:rsidTr="00CA2922">
        <w:tc>
          <w:tcPr>
            <w:tcW w:w="1396" w:type="pct"/>
          </w:tcPr>
          <w:p w14:paraId="6D88B952" w14:textId="36CCBDA0" w:rsidR="005763C2" w:rsidRPr="00E12940" w:rsidRDefault="005763C2" w:rsidP="009C466E">
            <w:pPr>
              <w:pStyle w:val="SIText"/>
            </w:pPr>
            <w:r w:rsidRPr="009C466E">
              <w:t>Reading</w:t>
            </w:r>
          </w:p>
        </w:tc>
        <w:tc>
          <w:tcPr>
            <w:tcW w:w="3604" w:type="pct"/>
          </w:tcPr>
          <w:p w14:paraId="1B7CC730" w14:textId="2341D432" w:rsidR="005763C2" w:rsidRPr="00E12940" w:rsidRDefault="009C466E" w:rsidP="00E12940">
            <w:pPr>
              <w:pStyle w:val="SIBulletList1"/>
            </w:pPr>
            <w:r w:rsidRPr="00E12940">
              <w:t>Research and analyse journals, documentation and digital media to identify new technologies and procedures for grain storage</w:t>
            </w:r>
          </w:p>
        </w:tc>
      </w:tr>
      <w:tr w:rsidR="005763C2" w:rsidRPr="00E12940" w:rsidDel="00423CB2" w14:paraId="1D3AF5EE" w14:textId="77777777" w:rsidTr="00CA2922">
        <w:tc>
          <w:tcPr>
            <w:tcW w:w="1396" w:type="pct"/>
          </w:tcPr>
          <w:p w14:paraId="16ED7E97" w14:textId="67938415" w:rsidR="005763C2" w:rsidRPr="00E12940" w:rsidRDefault="005763C2" w:rsidP="009C466E">
            <w:pPr>
              <w:pStyle w:val="SIText"/>
            </w:pPr>
            <w:r w:rsidRPr="009C466E">
              <w:t>Writing</w:t>
            </w:r>
          </w:p>
        </w:tc>
        <w:tc>
          <w:tcPr>
            <w:tcW w:w="3604" w:type="pct"/>
          </w:tcPr>
          <w:p w14:paraId="0F32718D" w14:textId="647154D1" w:rsidR="005763C2" w:rsidRPr="00E12940" w:rsidRDefault="009C466E" w:rsidP="00E12940">
            <w:pPr>
              <w:pStyle w:val="SIBulletList1"/>
              <w:rPr>
                <w:rFonts w:eastAsia="Calibri"/>
              </w:rPr>
            </w:pPr>
            <w:r w:rsidRPr="00E12940">
              <w:t>Design and develop records and recordkeeping procedures for grain storage activities using clear and easily understood language</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12940" w14:paraId="7EFB7203" w14:textId="77777777" w:rsidTr="00F33FF2">
        <w:tc>
          <w:tcPr>
            <w:tcW w:w="1028" w:type="pct"/>
          </w:tcPr>
          <w:p w14:paraId="31FCD9CC" w14:textId="77777777" w:rsidR="00DA54B5" w:rsidRPr="00E12940" w:rsidRDefault="005763C2" w:rsidP="00F47707">
            <w:pPr>
              <w:pStyle w:val="SIText"/>
            </w:pPr>
            <w:r w:rsidRPr="00F47707">
              <w:t>AHCBAC406 Maintain grain quality in storage</w:t>
            </w:r>
          </w:p>
          <w:p w14:paraId="6B803FA7" w14:textId="3E2740DD" w:rsidR="005763C2" w:rsidRPr="00E12940" w:rsidRDefault="005763C2" w:rsidP="00E12940">
            <w:pPr>
              <w:pStyle w:val="SIText"/>
            </w:pPr>
            <w:r w:rsidRPr="00E12940">
              <w:t>Release 2</w:t>
            </w:r>
          </w:p>
        </w:tc>
        <w:tc>
          <w:tcPr>
            <w:tcW w:w="1105" w:type="pct"/>
          </w:tcPr>
          <w:p w14:paraId="66993AB1" w14:textId="77777777" w:rsidR="00DA54B5" w:rsidRPr="00E12940" w:rsidRDefault="005763C2" w:rsidP="00E12940">
            <w:pPr>
              <w:pStyle w:val="SIText"/>
            </w:pPr>
            <w:r w:rsidRPr="00E12940">
              <w:t>AHCBAC406 Maintain grain quality in storage</w:t>
            </w:r>
          </w:p>
          <w:p w14:paraId="3216D365" w14:textId="499D48C0" w:rsidR="005763C2" w:rsidRPr="00E12940" w:rsidRDefault="005763C2" w:rsidP="00E12940">
            <w:pPr>
              <w:pStyle w:val="SIText"/>
            </w:pPr>
            <w:r w:rsidRPr="00E12940">
              <w:t>Release 1</w:t>
            </w:r>
          </w:p>
        </w:tc>
        <w:tc>
          <w:tcPr>
            <w:tcW w:w="1251" w:type="pct"/>
          </w:tcPr>
          <w:p w14:paraId="370BB926" w14:textId="47D11EAD" w:rsidR="009C466E" w:rsidRPr="00E12940" w:rsidRDefault="009C466E" w:rsidP="00E12940">
            <w:pPr>
              <w:pStyle w:val="SIText"/>
            </w:pPr>
            <w:r w:rsidRPr="00E12940">
              <w:t xml:space="preserve">Changes to Application. Minor change to Element 2. Changes </w:t>
            </w:r>
            <w:r w:rsidR="00051CCA" w:rsidRPr="00E12940">
              <w:t xml:space="preserve">and consolidation of </w:t>
            </w:r>
            <w:r w:rsidRPr="00E12940">
              <w:t xml:space="preserve"> Performance Criteria</w:t>
            </w:r>
            <w:r w:rsidR="00051CCA" w:rsidRPr="00E12940">
              <w:t xml:space="preserve"> for clarity</w:t>
            </w:r>
            <w:r w:rsidRPr="00E12940">
              <w:t>.</w:t>
            </w:r>
          </w:p>
          <w:p w14:paraId="30B8888F" w14:textId="57CAAEA9" w:rsidR="00DA54B5" w:rsidRPr="00E12940" w:rsidRDefault="009C466E" w:rsidP="00E12940">
            <w:pPr>
              <w:pStyle w:val="SIText"/>
            </w:pPr>
            <w:r w:rsidRPr="00E12940">
              <w:t>Added Foundation Skills. Updated Performance Evidence, Knowledge Evidence and Assessment Conditions</w:t>
            </w:r>
          </w:p>
        </w:tc>
        <w:tc>
          <w:tcPr>
            <w:tcW w:w="1616" w:type="pct"/>
          </w:tcPr>
          <w:p w14:paraId="325B98A3" w14:textId="642DF421" w:rsidR="00DA54B5" w:rsidRPr="00E12940" w:rsidRDefault="00051CCA" w:rsidP="00E12940">
            <w:pPr>
              <w:pStyle w:val="SIText"/>
            </w:pPr>
            <w:r w:rsidRPr="00E12940">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9F0D7C5" w:rsidR="00556C4C" w:rsidRPr="000754EC" w:rsidRDefault="00556C4C" w:rsidP="000754EC">
            <w:pPr>
              <w:pStyle w:val="SIUnittitle"/>
            </w:pPr>
            <w:r w:rsidRPr="00F56827">
              <w:t xml:space="preserve">Assessment requirements for </w:t>
            </w:r>
            <w:r w:rsidR="00B07688" w:rsidRPr="00B07688">
              <w:t>AHCBAC406 Maintain grain quality in storage</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2B4BD358" w14:textId="57ADE166" w:rsidR="00B07688" w:rsidRPr="00B07688" w:rsidRDefault="00DA54B5" w:rsidP="00E12940">
            <w:pPr>
              <w:pStyle w:val="SIText"/>
            </w:pPr>
            <w:r w:rsidRPr="003D45BC">
              <w:rPr>
                <w:rStyle w:val="SITemporaryText-red"/>
                <w:color w:val="auto"/>
                <w:sz w:val="20"/>
              </w:rPr>
              <w:t xml:space="preserve">An individual demonstrating competency must satisfy all of the elements and performance criteria in this unit. </w:t>
            </w:r>
          </w:p>
          <w:p w14:paraId="65B3605D" w14:textId="77777777" w:rsidR="00E12940" w:rsidRDefault="0046305A" w:rsidP="00B07688">
            <w:r>
              <w:t xml:space="preserve">There must be evidence that the individual has </w:t>
            </w:r>
            <w:r w:rsidR="00051CCA">
              <w:t xml:space="preserve">monitored, and maintained the quality of grain in storage </w:t>
            </w:r>
            <w:r w:rsidR="00E12940">
              <w:t xml:space="preserve">for </w:t>
            </w:r>
            <w:r w:rsidR="00E12940" w:rsidRPr="00BC6F02">
              <w:rPr>
                <w:rStyle w:val="SITemporaryText-red"/>
              </w:rPr>
              <w:t>at least 2 of the following</w:t>
            </w:r>
            <w:r w:rsidR="00E12940">
              <w:t xml:space="preserve"> storage methods:</w:t>
            </w:r>
          </w:p>
          <w:p w14:paraId="57A55730" w14:textId="7CD0405E" w:rsidR="00E12940" w:rsidRDefault="00B3444B" w:rsidP="00BC6F02">
            <w:pPr>
              <w:pStyle w:val="SIBulletList2"/>
            </w:pPr>
            <w:commentRangeStart w:id="2"/>
            <w:r>
              <w:t>Silo</w:t>
            </w:r>
          </w:p>
          <w:p w14:paraId="3CE6D842" w14:textId="5C4246B0" w:rsidR="00B3444B" w:rsidRDefault="00B3444B" w:rsidP="00BC6F02">
            <w:pPr>
              <w:pStyle w:val="SIBulletList2"/>
            </w:pPr>
            <w:r>
              <w:t>Storage bags</w:t>
            </w:r>
          </w:p>
          <w:p w14:paraId="759EC78B" w14:textId="065C94EA" w:rsidR="00B3444B" w:rsidRDefault="00B3444B" w:rsidP="00BC6F02">
            <w:pPr>
              <w:pStyle w:val="SIBulletList2"/>
            </w:pPr>
            <w:r>
              <w:t>Sheds and bunkers</w:t>
            </w:r>
          </w:p>
          <w:p w14:paraId="28C99034" w14:textId="36A60AE8" w:rsidR="00B3444B" w:rsidRDefault="00B3444B" w:rsidP="00BC6F02">
            <w:pPr>
              <w:pStyle w:val="SIBulletList2"/>
            </w:pPr>
            <w:r>
              <w:t>Underground pits</w:t>
            </w:r>
            <w:commentRangeEnd w:id="2"/>
            <w:r>
              <w:rPr>
                <w:szCs w:val="22"/>
                <w:lang w:eastAsia="en-AU"/>
              </w:rPr>
              <w:commentReference w:id="2"/>
            </w:r>
          </w:p>
          <w:p w14:paraId="7D0EC1D9" w14:textId="77777777" w:rsidR="00E12940" w:rsidRDefault="00E12940" w:rsidP="00B07688"/>
          <w:p w14:paraId="7BD2FF45" w14:textId="6C222E51" w:rsidR="00B07688" w:rsidRPr="00B07688" w:rsidRDefault="00E12940" w:rsidP="00B07688">
            <w:r>
              <w:t xml:space="preserve">There must also be evidence that the individual </w:t>
            </w:r>
            <w:r w:rsidR="00051CCA">
              <w:t>has:</w:t>
            </w:r>
          </w:p>
          <w:p w14:paraId="2B2966A4" w14:textId="5F81809C" w:rsidR="00B07688" w:rsidRPr="00B07688" w:rsidRDefault="00B07688" w:rsidP="00A949AE">
            <w:pPr>
              <w:pStyle w:val="SIBulletList1"/>
            </w:pPr>
            <w:r w:rsidRPr="00B07688">
              <w:t>sample</w:t>
            </w:r>
            <w:r w:rsidR="00051CCA">
              <w:t>d</w:t>
            </w:r>
            <w:r w:rsidRPr="00B07688">
              <w:t xml:space="preserve"> grain </w:t>
            </w:r>
            <w:r w:rsidR="00051CCA">
              <w:t xml:space="preserve">delivered for </w:t>
            </w:r>
            <w:r w:rsidRPr="00B07688">
              <w:t>storage, and conduct</w:t>
            </w:r>
            <w:r w:rsidR="00051CCA">
              <w:t>ed</w:t>
            </w:r>
            <w:r w:rsidRPr="00B07688">
              <w:t xml:space="preserve"> </w:t>
            </w:r>
            <w:r w:rsidR="00051CCA">
              <w:t>basic</w:t>
            </w:r>
            <w:r w:rsidRPr="00B07688">
              <w:t xml:space="preserve"> </w:t>
            </w:r>
            <w:r w:rsidR="00051CCA">
              <w:t xml:space="preserve">grain quality </w:t>
            </w:r>
            <w:r w:rsidRPr="00B07688">
              <w:t>analysis</w:t>
            </w:r>
          </w:p>
          <w:p w14:paraId="6E5364DC" w14:textId="634DCE45" w:rsidR="00B07688" w:rsidRDefault="00B07688" w:rsidP="00B07688">
            <w:pPr>
              <w:pStyle w:val="SIBulletList1"/>
            </w:pPr>
            <w:r w:rsidRPr="00B07688">
              <w:t>create</w:t>
            </w:r>
            <w:r w:rsidR="0063517E">
              <w:t>d</w:t>
            </w:r>
            <w:r w:rsidRPr="00B07688">
              <w:t>, maintain</w:t>
            </w:r>
            <w:r w:rsidR="0063517E">
              <w:t xml:space="preserve">ed and </w:t>
            </w:r>
            <w:r w:rsidRPr="00B07688">
              <w:t>use</w:t>
            </w:r>
            <w:r w:rsidR="0063517E">
              <w:t>d</w:t>
            </w:r>
            <w:r w:rsidRPr="00B07688">
              <w:t xml:space="preserve"> clear and </w:t>
            </w:r>
            <w:r w:rsidR="0063517E">
              <w:t xml:space="preserve">traceable </w:t>
            </w:r>
            <w:r w:rsidRPr="00B07688">
              <w:t>records</w:t>
            </w:r>
            <w:r w:rsidR="00637824">
              <w:t xml:space="preserve"> </w:t>
            </w:r>
            <w:r w:rsidR="00051CCA">
              <w:t xml:space="preserve">during grain storage, </w:t>
            </w:r>
            <w:r w:rsidR="00637824">
              <w:t>includ</w:t>
            </w:r>
            <w:r w:rsidR="00051CCA">
              <w:t>ing</w:t>
            </w:r>
            <w:r w:rsidR="00637824">
              <w:t>:</w:t>
            </w:r>
          </w:p>
          <w:p w14:paraId="30151C4C" w14:textId="672611CC" w:rsidR="00637824" w:rsidRDefault="0063517E" w:rsidP="00E12940">
            <w:pPr>
              <w:pStyle w:val="SIBulletList2"/>
            </w:pPr>
            <w:r>
              <w:t>application of treatments to stored grain and facilities</w:t>
            </w:r>
          </w:p>
          <w:p w14:paraId="5816FCB1" w14:textId="77777777" w:rsidR="0063517E" w:rsidRDefault="0063517E" w:rsidP="00E12940">
            <w:pPr>
              <w:pStyle w:val="SIBulletList2"/>
            </w:pPr>
            <w:r>
              <w:t>movement of grain while in storage</w:t>
            </w:r>
          </w:p>
          <w:p w14:paraId="780B237D" w14:textId="27000282" w:rsidR="0063517E" w:rsidRDefault="0063517E" w:rsidP="00E12940">
            <w:pPr>
              <w:pStyle w:val="SIBulletList2"/>
            </w:pPr>
            <w:r>
              <w:t>inspections, sampling and testing of grain</w:t>
            </w:r>
          </w:p>
          <w:p w14:paraId="03AF5ED2" w14:textId="3AEF094E" w:rsidR="0063517E" w:rsidRPr="00B07688" w:rsidRDefault="0063517E" w:rsidP="00E12940">
            <w:pPr>
              <w:pStyle w:val="SIBulletList2"/>
            </w:pPr>
            <w:r w:rsidRPr="0063517E">
              <w:t>chemical</w:t>
            </w:r>
            <w:r>
              <w:t>s and treatments</w:t>
            </w:r>
            <w:r w:rsidRPr="0063517E">
              <w:t xml:space="preserve"> use</w:t>
            </w:r>
            <w:r>
              <w:t>d and</w:t>
            </w:r>
            <w:r w:rsidRPr="0063517E">
              <w:t xml:space="preserve"> the</w:t>
            </w:r>
            <w:r>
              <w:t xml:space="preserve"> applicable withholding periods</w:t>
            </w:r>
          </w:p>
          <w:p w14:paraId="1A88F1E0" w14:textId="4E5E15C8" w:rsidR="00B07688" w:rsidRPr="00B07688" w:rsidRDefault="00B07688" w:rsidP="00B07688">
            <w:pPr>
              <w:pStyle w:val="SIBulletList1"/>
            </w:pPr>
            <w:r w:rsidRPr="00B07688">
              <w:t>inspect</w:t>
            </w:r>
            <w:r w:rsidR="00051CCA">
              <w:t xml:space="preserve">ed </w:t>
            </w:r>
            <w:r w:rsidRPr="00B07688">
              <w:t>and test</w:t>
            </w:r>
            <w:r w:rsidR="00051CCA">
              <w:t>ed</w:t>
            </w:r>
            <w:r w:rsidRPr="00B07688">
              <w:t xml:space="preserve"> silos</w:t>
            </w:r>
            <w:r w:rsidR="00051CCA">
              <w:t xml:space="preserve"> for hygiene, contamination and damage</w:t>
            </w:r>
          </w:p>
          <w:p w14:paraId="12B3CF88" w14:textId="7F338A0B" w:rsidR="00B07688" w:rsidRDefault="00B07688" w:rsidP="00B07688">
            <w:pPr>
              <w:pStyle w:val="SIBulletList1"/>
            </w:pPr>
            <w:r w:rsidRPr="00B07688">
              <w:t>identif</w:t>
            </w:r>
            <w:r w:rsidR="00051CCA">
              <w:t>ied</w:t>
            </w:r>
            <w:r w:rsidRPr="00B07688">
              <w:t xml:space="preserve"> insects, pests and other factors affect</w:t>
            </w:r>
            <w:r w:rsidR="00051CCA">
              <w:t>ing</w:t>
            </w:r>
            <w:r w:rsidRPr="00B07688">
              <w:t xml:space="preserve"> grain quality</w:t>
            </w:r>
          </w:p>
          <w:p w14:paraId="42FAEC93" w14:textId="1AC399BC" w:rsidR="00051CCA" w:rsidRDefault="00051CCA" w:rsidP="00B07688">
            <w:pPr>
              <w:pStyle w:val="SIBulletList1"/>
            </w:pPr>
            <w:r>
              <w:t>treated grain and grain storage facilities</w:t>
            </w:r>
            <w:r w:rsidR="00F47707">
              <w:t xml:space="preserve"> and surrounds</w:t>
            </w:r>
            <w:r>
              <w:t xml:space="preserve"> including:</w:t>
            </w:r>
          </w:p>
          <w:p w14:paraId="3FA69085" w14:textId="4673CDF1" w:rsidR="00F47707" w:rsidRPr="00F47707" w:rsidRDefault="00F47707" w:rsidP="00F47707">
            <w:pPr>
              <w:pStyle w:val="SIBulletList2"/>
            </w:pPr>
            <w:r w:rsidRPr="00F47707">
              <w:t>planned and scheduled w</w:t>
            </w:r>
            <w:r>
              <w:t>eed, pest and disease control</w:t>
            </w:r>
          </w:p>
          <w:p w14:paraId="62D09412" w14:textId="76CD747E" w:rsidR="00051CCA" w:rsidRPr="00B07688" w:rsidRDefault="00051CCA" w:rsidP="00E12940">
            <w:pPr>
              <w:pStyle w:val="SIBulletList2"/>
            </w:pPr>
            <w:r w:rsidRPr="00B07688">
              <w:t>setup and operate</w:t>
            </w:r>
            <w:r w:rsidRPr="00051CCA">
              <w:t>d fumigation and pesticide application equipment</w:t>
            </w:r>
          </w:p>
          <w:p w14:paraId="172D4DE1" w14:textId="77777777" w:rsidR="00B07688" w:rsidRPr="00B07688" w:rsidRDefault="00B07688" w:rsidP="00E12940">
            <w:pPr>
              <w:pStyle w:val="SIBulletList2"/>
            </w:pPr>
            <w:r w:rsidRPr="00B07688">
              <w:t>set up and operate inert atmosphere equipment</w:t>
            </w:r>
          </w:p>
          <w:p w14:paraId="5CED8D93" w14:textId="7743CB58" w:rsidR="00F47707" w:rsidRPr="00B07688" w:rsidRDefault="00B07688" w:rsidP="00E12940">
            <w:pPr>
              <w:pStyle w:val="SIBulletList2"/>
            </w:pPr>
            <w:r w:rsidRPr="00B07688">
              <w:t>handle</w:t>
            </w:r>
            <w:r w:rsidR="00051CCA">
              <w:t>d</w:t>
            </w:r>
            <w:r w:rsidRPr="00B07688">
              <w:t xml:space="preserve"> and mix</w:t>
            </w:r>
            <w:r w:rsidR="00051CCA">
              <w:t>ed</w:t>
            </w:r>
            <w:r w:rsidRPr="00B07688">
              <w:t xml:space="preserve"> chemicals for baiting, fumigation, spraying, and other forms of </w:t>
            </w:r>
            <w:r w:rsidR="00F47707">
              <w:t>treatment</w:t>
            </w:r>
          </w:p>
          <w:p w14:paraId="7812EE92" w14:textId="44AD1AB6" w:rsidR="00B07688" w:rsidRPr="00B07688" w:rsidRDefault="00B07688" w:rsidP="00B07688">
            <w:pPr>
              <w:pStyle w:val="SIBulletList1"/>
            </w:pPr>
            <w:r w:rsidRPr="00B07688">
              <w:t>interpret</w:t>
            </w:r>
            <w:r w:rsidR="00051CCA">
              <w:t>ed and</w:t>
            </w:r>
            <w:r w:rsidRPr="00B07688">
              <w:t xml:space="preserve"> monitored information on pests</w:t>
            </w:r>
          </w:p>
          <w:p w14:paraId="73BB39B9" w14:textId="7DBF6EF2" w:rsidR="00B07688" w:rsidRPr="00B07688" w:rsidRDefault="00B07688" w:rsidP="00B07688">
            <w:pPr>
              <w:pStyle w:val="SIBulletList1"/>
            </w:pPr>
            <w:r w:rsidRPr="00B07688">
              <w:t>calculate</w:t>
            </w:r>
            <w:r w:rsidR="00F47707">
              <w:t>d</w:t>
            </w:r>
            <w:r w:rsidRPr="00B07688">
              <w:t xml:space="preserve"> mass and volumes of grain and grain storage</w:t>
            </w:r>
            <w:r w:rsidR="00F47707">
              <w:t xml:space="preserve"> facilities</w:t>
            </w:r>
          </w:p>
          <w:p w14:paraId="51C19A9C" w14:textId="7C9E3FF3" w:rsidR="00B07688" w:rsidRPr="00B07688" w:rsidRDefault="00B07688" w:rsidP="000857FC">
            <w:pPr>
              <w:pStyle w:val="SIBulletList1"/>
            </w:pPr>
            <w:r w:rsidRPr="00B07688">
              <w:t>monitor</w:t>
            </w:r>
            <w:r w:rsidR="00F47707">
              <w:t>ed</w:t>
            </w:r>
            <w:r w:rsidRPr="00B07688">
              <w:t xml:space="preserve"> and maintain</w:t>
            </w:r>
            <w:r w:rsidR="00F47707">
              <w:t>ed</w:t>
            </w:r>
            <w:r w:rsidRPr="00B07688">
              <w:t xml:space="preserve"> hygiene</w:t>
            </w:r>
            <w:r w:rsidR="00F47707">
              <w:t xml:space="preserve"> and </w:t>
            </w:r>
            <w:r w:rsidRPr="00B07688">
              <w:t xml:space="preserve">control </w:t>
            </w:r>
            <w:r w:rsidR="00F47707">
              <w:t xml:space="preserve">of </w:t>
            </w:r>
            <w:r w:rsidRPr="00B07688">
              <w:t>pests and contaminants</w:t>
            </w:r>
          </w:p>
          <w:p w14:paraId="3F4E2EAA" w14:textId="388D2385" w:rsidR="00556C4C" w:rsidRPr="000754EC" w:rsidRDefault="00B07688" w:rsidP="00E12940">
            <w:pPr>
              <w:pStyle w:val="SIBulletList1"/>
            </w:pPr>
            <w:r w:rsidRPr="00B07688">
              <w:t>investigate</w:t>
            </w:r>
            <w:r w:rsidR="00F47707">
              <w:t>d</w:t>
            </w:r>
            <w:r w:rsidRPr="00B07688">
              <w:t xml:space="preserve"> and recommend options for technology, systems or practices </w:t>
            </w:r>
            <w:r w:rsidR="00F47707">
              <w:t>required to</w:t>
            </w:r>
            <w:r w:rsidRPr="00B07688">
              <w:t xml:space="preserve"> improve grain quality</w:t>
            </w:r>
            <w:r w:rsidR="00F4770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010C0250" w14:textId="6E7B3515" w:rsidR="00B07688" w:rsidRPr="00B07688" w:rsidRDefault="007025F3" w:rsidP="00B07688">
            <w:r>
              <w:t>An individual must be able to demonstrate the knowledge required to perform the tasks outlined in the elements and performance criteria of this unit. This includes knowledge of:</w:t>
            </w:r>
          </w:p>
          <w:p w14:paraId="44C1672B" w14:textId="77777777" w:rsidR="00B07688" w:rsidRPr="00B07688" w:rsidRDefault="00B07688" w:rsidP="00B07688">
            <w:pPr>
              <w:pStyle w:val="SIBulletList1"/>
            </w:pPr>
            <w:r w:rsidRPr="00B07688">
              <w:t>types, levels and control methods for a range of pests and contaminants</w:t>
            </w:r>
          </w:p>
          <w:p w14:paraId="4A9FA7A0" w14:textId="06705FF4" w:rsidR="00B07688" w:rsidRDefault="00353CF6" w:rsidP="00B07688">
            <w:pPr>
              <w:pStyle w:val="SIBulletList1"/>
            </w:pPr>
            <w:r>
              <w:t xml:space="preserve">permanent and </w:t>
            </w:r>
            <w:r w:rsidR="00B07688" w:rsidRPr="00B07688">
              <w:t>temporary storage configuration</w:t>
            </w:r>
            <w:r>
              <w:t>s</w:t>
            </w:r>
            <w:r w:rsidR="00B07688" w:rsidRPr="00B07688">
              <w:t xml:space="preserve"> and operation</w:t>
            </w:r>
            <w:r>
              <w:t>s, including:</w:t>
            </w:r>
          </w:p>
          <w:p w14:paraId="2F822918" w14:textId="483B0DFE" w:rsidR="00353CF6" w:rsidRPr="00353CF6" w:rsidRDefault="00353CF6" w:rsidP="00353CF6">
            <w:pPr>
              <w:pStyle w:val="SIBulletList2"/>
            </w:pPr>
            <w:r w:rsidRPr="00353CF6">
              <w:t>Silo</w:t>
            </w:r>
            <w:r>
              <w:t>s</w:t>
            </w:r>
          </w:p>
          <w:p w14:paraId="2F6F46A1" w14:textId="77777777" w:rsidR="00353CF6" w:rsidRPr="00353CF6" w:rsidRDefault="00353CF6" w:rsidP="00353CF6">
            <w:pPr>
              <w:pStyle w:val="SIBulletList2"/>
            </w:pPr>
            <w:r w:rsidRPr="00353CF6">
              <w:t>Storage bags</w:t>
            </w:r>
          </w:p>
          <w:p w14:paraId="5AF54EDA" w14:textId="77777777" w:rsidR="00353CF6" w:rsidRPr="00353CF6" w:rsidRDefault="00353CF6" w:rsidP="00353CF6">
            <w:pPr>
              <w:pStyle w:val="SIBulletList2"/>
            </w:pPr>
            <w:r w:rsidRPr="00353CF6">
              <w:t>Sheds and bunkers</w:t>
            </w:r>
          </w:p>
          <w:p w14:paraId="0FDEDC29" w14:textId="77777777" w:rsidR="00353CF6" w:rsidRPr="00353CF6" w:rsidRDefault="00353CF6" w:rsidP="00353CF6">
            <w:pPr>
              <w:pStyle w:val="SIBulletList2"/>
            </w:pPr>
            <w:r w:rsidRPr="00353CF6">
              <w:t>Underground pits</w:t>
            </w:r>
          </w:p>
          <w:p w14:paraId="69EE839B" w14:textId="77777777" w:rsidR="00B07688" w:rsidRPr="00B07688" w:rsidRDefault="00B07688" w:rsidP="00B07688">
            <w:pPr>
              <w:pStyle w:val="SIBulletList1"/>
            </w:pPr>
            <w:r w:rsidRPr="00B07688">
              <w:t>chemical handing and dangerous goods requirements</w:t>
            </w:r>
          </w:p>
          <w:p w14:paraId="7E3BD361" w14:textId="77777777" w:rsidR="00B07688" w:rsidRPr="00B07688" w:rsidRDefault="00B07688" w:rsidP="00B07688">
            <w:pPr>
              <w:pStyle w:val="SIBulletList1"/>
            </w:pPr>
            <w:r w:rsidRPr="00B07688">
              <w:t>range of applicable pesticides, their uses, application methods and handling requirements</w:t>
            </w:r>
          </w:p>
          <w:p w14:paraId="58293D07" w14:textId="77777777" w:rsidR="00B07688" w:rsidRPr="00B07688" w:rsidRDefault="00B07688" w:rsidP="00B07688">
            <w:pPr>
              <w:pStyle w:val="SIBulletList1"/>
            </w:pPr>
            <w:r w:rsidRPr="00B07688">
              <w:t>grain commodity types, varieties and grades, marketing requirements and options for grain growers</w:t>
            </w:r>
          </w:p>
          <w:p w14:paraId="41171B12" w14:textId="77777777" w:rsidR="00B07688" w:rsidRPr="00B07688" w:rsidRDefault="00B07688" w:rsidP="00B07688">
            <w:pPr>
              <w:pStyle w:val="SIBulletList1"/>
            </w:pPr>
            <w:r w:rsidRPr="00B07688">
              <w:t>handling requirements for gas cylinders</w:t>
            </w:r>
          </w:p>
          <w:p w14:paraId="2E76601A" w14:textId="77777777" w:rsidR="00B07688" w:rsidRPr="00B07688" w:rsidRDefault="00B07688" w:rsidP="00B07688">
            <w:pPr>
              <w:pStyle w:val="SIBulletList1"/>
            </w:pPr>
            <w:r w:rsidRPr="00B07688">
              <w:t>insect life cycles and optimum conditions for development</w:t>
            </w:r>
          </w:p>
          <w:p w14:paraId="0E5181C4" w14:textId="77777777" w:rsidR="00B07688" w:rsidRPr="00B07688" w:rsidRDefault="00B07688" w:rsidP="00B07688">
            <w:pPr>
              <w:pStyle w:val="SIBulletList1"/>
            </w:pPr>
            <w:r w:rsidRPr="00B07688">
              <w:t>Integrated Pest Management (IPM) principles and the procedures used within the organisation</w:t>
            </w:r>
          </w:p>
          <w:p w14:paraId="1BD3CD01" w14:textId="77777777" w:rsidR="00F47707" w:rsidRDefault="00B07688" w:rsidP="00B07688">
            <w:pPr>
              <w:pStyle w:val="SIBulletList1"/>
            </w:pPr>
            <w:r w:rsidRPr="00B07688">
              <w:t>legislative requirements, codes of practice and enterprise procedures relating to</w:t>
            </w:r>
            <w:r w:rsidR="00F47707">
              <w:t>:</w:t>
            </w:r>
          </w:p>
          <w:p w14:paraId="7970CB47" w14:textId="6AEE6296" w:rsidR="00F47707" w:rsidRDefault="00F47707" w:rsidP="00E12940">
            <w:pPr>
              <w:pStyle w:val="SIBulletList2"/>
            </w:pPr>
            <w:r>
              <w:t>the storage and quality of grains</w:t>
            </w:r>
          </w:p>
          <w:p w14:paraId="12D61E45" w14:textId="201DCD1D" w:rsidR="00F47707" w:rsidRDefault="00B07688" w:rsidP="00E12940">
            <w:pPr>
              <w:pStyle w:val="SIBulletList2"/>
            </w:pPr>
            <w:r w:rsidRPr="00B07688">
              <w:t>the purchase, transport, storage, use and disposal of pesticides and fumigants</w:t>
            </w:r>
          </w:p>
          <w:p w14:paraId="7606AEE7" w14:textId="3252913A" w:rsidR="00F47707" w:rsidRPr="00B07688" w:rsidRDefault="00B07688" w:rsidP="00E12940">
            <w:pPr>
              <w:pStyle w:val="SIBulletList2"/>
            </w:pPr>
            <w:r w:rsidRPr="00B07688">
              <w:t>work health and safety and environment</w:t>
            </w:r>
          </w:p>
          <w:p w14:paraId="629B8944" w14:textId="249A20AF" w:rsidR="00B07688" w:rsidRPr="00B07688" w:rsidRDefault="00B07688" w:rsidP="00B07688">
            <w:pPr>
              <w:pStyle w:val="SIBulletList1"/>
            </w:pPr>
            <w:r w:rsidRPr="00B07688">
              <w:t>sampling and classification requirements</w:t>
            </w:r>
            <w:r w:rsidR="00F47707">
              <w:t xml:space="preserve"> of grains</w:t>
            </w:r>
          </w:p>
          <w:p w14:paraId="03EDF024" w14:textId="5EE1B61D" w:rsidR="00B07688" w:rsidRDefault="00B07688" w:rsidP="00B07688">
            <w:pPr>
              <w:pStyle w:val="SIBulletList1"/>
            </w:pPr>
            <w:r w:rsidRPr="00B07688">
              <w:t>common grain pests and their general control methods</w:t>
            </w:r>
            <w:r w:rsidR="00F47707">
              <w:t>, including:</w:t>
            </w:r>
          </w:p>
          <w:p w14:paraId="5A613957" w14:textId="77777777" w:rsidR="00F47707" w:rsidRDefault="00F47707" w:rsidP="00E12940">
            <w:pPr>
              <w:pStyle w:val="SIBulletList2"/>
            </w:pPr>
            <w:r>
              <w:t>vertebrate</w:t>
            </w:r>
          </w:p>
          <w:p w14:paraId="14146BE0" w14:textId="6DD54D7E" w:rsidR="00F47707" w:rsidRPr="00B07688" w:rsidRDefault="00F47707" w:rsidP="00E12940">
            <w:pPr>
              <w:pStyle w:val="SIBulletList2"/>
            </w:pPr>
            <w:r>
              <w:t>non-vertebrate</w:t>
            </w:r>
          </w:p>
          <w:p w14:paraId="5A2240E9" w14:textId="57BC5A61" w:rsidR="00B07688" w:rsidRPr="00B07688" w:rsidRDefault="00B07688" w:rsidP="00B07688">
            <w:pPr>
              <w:pStyle w:val="SIBulletList1"/>
            </w:pPr>
            <w:r w:rsidRPr="00B07688">
              <w:t>equipment used in grain storage facilities</w:t>
            </w:r>
            <w:r w:rsidR="00F47707">
              <w:t xml:space="preserve"> and it's safe use</w:t>
            </w:r>
          </w:p>
          <w:p w14:paraId="1FB82F44" w14:textId="47E49F68" w:rsidR="00F47707" w:rsidRDefault="00B07688" w:rsidP="00B07688">
            <w:pPr>
              <w:pStyle w:val="SIBulletList1"/>
            </w:pPr>
            <w:r w:rsidRPr="00B07688">
              <w:lastRenderedPageBreak/>
              <w:t xml:space="preserve">site </w:t>
            </w:r>
            <w:r w:rsidR="00F47707">
              <w:t xml:space="preserve">safety </w:t>
            </w:r>
            <w:r w:rsidRPr="00B07688">
              <w:t>hazards and management practices and processes</w:t>
            </w:r>
            <w:r w:rsidR="00F47707">
              <w:t>, including:</w:t>
            </w:r>
          </w:p>
          <w:p w14:paraId="3DD030D8" w14:textId="28C43DB6" w:rsidR="00F47707" w:rsidRDefault="00B07688" w:rsidP="00E12940">
            <w:pPr>
              <w:pStyle w:val="SIBulletList2"/>
            </w:pPr>
            <w:r w:rsidRPr="00B07688">
              <w:t>minimise noise</w:t>
            </w:r>
          </w:p>
          <w:p w14:paraId="13590DA0" w14:textId="0B803C4C" w:rsidR="00F47707" w:rsidRDefault="00B07688" w:rsidP="00E12940">
            <w:pPr>
              <w:pStyle w:val="SIBulletList2"/>
            </w:pPr>
            <w:r w:rsidRPr="00B07688">
              <w:t>odours</w:t>
            </w:r>
          </w:p>
          <w:p w14:paraId="6F210E72" w14:textId="5195E688" w:rsidR="00B07688" w:rsidRDefault="00B07688" w:rsidP="00E12940">
            <w:pPr>
              <w:pStyle w:val="SIBulletList2"/>
            </w:pPr>
            <w:r w:rsidRPr="00B07688">
              <w:t>debris from grain storage operations</w:t>
            </w:r>
          </w:p>
          <w:p w14:paraId="375A53F0" w14:textId="4A8E7BA1" w:rsidR="00F47707" w:rsidRPr="00B07688" w:rsidRDefault="00F47707" w:rsidP="00E12940">
            <w:pPr>
              <w:pStyle w:val="SIBulletList2"/>
            </w:pPr>
            <w:r>
              <w:t>dust and fire risk</w:t>
            </w:r>
          </w:p>
          <w:p w14:paraId="62342984" w14:textId="77777777" w:rsidR="00B07688" w:rsidRPr="00B07688" w:rsidRDefault="00B07688" w:rsidP="00B07688">
            <w:pPr>
              <w:pStyle w:val="SIBulletList1"/>
            </w:pPr>
            <w:r w:rsidRPr="00B07688">
              <w:t>chemical handing and dangerous goods requirements</w:t>
            </w:r>
          </w:p>
          <w:p w14:paraId="0629A1C5" w14:textId="77777777" w:rsidR="00B07688" w:rsidRPr="00B07688" w:rsidRDefault="00B07688" w:rsidP="00B07688">
            <w:pPr>
              <w:pStyle w:val="SIBulletList1"/>
            </w:pPr>
            <w:r w:rsidRPr="00B07688">
              <w:t>developments and options available for maintaining or improving the quality of grain during storage</w:t>
            </w:r>
          </w:p>
          <w:p w14:paraId="75C1BCA1" w14:textId="77777777" w:rsidR="00F47707" w:rsidRDefault="00B07688" w:rsidP="00B07688">
            <w:pPr>
              <w:pStyle w:val="SIBulletList1"/>
            </w:pPr>
            <w:r w:rsidRPr="00B07688">
              <w:t>enterprise biosecurity policies</w:t>
            </w:r>
            <w:r w:rsidR="00F47707">
              <w:t xml:space="preserve"> and procedures</w:t>
            </w:r>
          </w:p>
          <w:p w14:paraId="594042BC" w14:textId="08134AD4" w:rsidR="00F1480E" w:rsidRPr="000754EC" w:rsidRDefault="00F47707" w:rsidP="00B07688">
            <w:pPr>
              <w:pStyle w:val="SIBulletList1"/>
            </w:pPr>
            <w:r>
              <w:t>record keeping systems and mandatory traceability requirements</w:t>
            </w:r>
            <w:r w:rsidR="00B07688" w:rsidRPr="00B07688">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27076C42" w14:textId="43BA37CC" w:rsidR="00DA54B5" w:rsidRPr="00E12940" w:rsidRDefault="00DA54B5" w:rsidP="00E12940">
            <w:pPr>
              <w:pStyle w:val="SIText"/>
            </w:pPr>
            <w:r w:rsidRPr="00E12940">
              <w:t xml:space="preserve">Assessment of the skills in this unit of competency must take place under the following conditions: </w:t>
            </w:r>
          </w:p>
          <w:p w14:paraId="67C51B11" w14:textId="77777777" w:rsidR="007260C7" w:rsidRPr="00E12940" w:rsidRDefault="007260C7" w:rsidP="00E12940">
            <w:pPr>
              <w:pStyle w:val="SIBulletList1"/>
            </w:pPr>
            <w:r w:rsidRPr="00E12940">
              <w:t>physical conditions:</w:t>
            </w:r>
          </w:p>
          <w:p w14:paraId="0FAC3B63" w14:textId="6427CCD1" w:rsidR="007260C7" w:rsidRPr="00E12940" w:rsidRDefault="007260C7" w:rsidP="00E12940">
            <w:pPr>
              <w:pStyle w:val="SIBulletList2"/>
            </w:pPr>
            <w:r w:rsidRPr="00E12940">
              <w:t>skills must be demonstrated on a farm, grain processing plant or an environment that accurately represents workplace conditions</w:t>
            </w:r>
          </w:p>
          <w:p w14:paraId="5D6F0121" w14:textId="77777777" w:rsidR="007260C7" w:rsidRPr="00E12940" w:rsidRDefault="007260C7" w:rsidP="00E12940">
            <w:pPr>
              <w:pStyle w:val="SIBulletList1"/>
            </w:pPr>
            <w:r w:rsidRPr="00E12940">
              <w:t>resources, equipment and materials:</w:t>
            </w:r>
          </w:p>
          <w:p w14:paraId="65E9485D" w14:textId="4189FAD7" w:rsidR="007260C7" w:rsidRDefault="007260C7" w:rsidP="00E12940">
            <w:pPr>
              <w:pStyle w:val="SIBulletList2"/>
            </w:pPr>
            <w:r>
              <w:t>grain storage facilities</w:t>
            </w:r>
          </w:p>
          <w:p w14:paraId="068B49BA" w14:textId="77777777" w:rsidR="007260C7" w:rsidRPr="00E12940" w:rsidRDefault="007260C7" w:rsidP="00E12940">
            <w:pPr>
              <w:pStyle w:val="SIBulletList2"/>
            </w:pPr>
            <w:r w:rsidRPr="00E12940">
              <w:t>use of tools, equipment and machinery</w:t>
            </w:r>
          </w:p>
          <w:p w14:paraId="289805EA" w14:textId="77777777" w:rsidR="007260C7" w:rsidRDefault="007260C7" w:rsidP="00E12940">
            <w:pPr>
              <w:pStyle w:val="SIBulletList2"/>
            </w:pPr>
            <w:r w:rsidRPr="00E12940">
              <w:t>use of personal protective equipment</w:t>
            </w:r>
          </w:p>
          <w:p w14:paraId="736199C4" w14:textId="29F06618" w:rsidR="007260C7" w:rsidRDefault="007260C7" w:rsidP="00E12940">
            <w:pPr>
              <w:pStyle w:val="SIBulletList2"/>
            </w:pPr>
            <w:r>
              <w:t>digital or analogue record keeping system</w:t>
            </w:r>
          </w:p>
          <w:p w14:paraId="06896823" w14:textId="0B67A445" w:rsidR="007260C7" w:rsidRDefault="007260C7" w:rsidP="00E12940">
            <w:pPr>
              <w:pStyle w:val="SIBulletList2"/>
            </w:pPr>
            <w:r>
              <w:t>chemicals, fumigants and measuring and application equipment</w:t>
            </w:r>
          </w:p>
          <w:p w14:paraId="6B27B553" w14:textId="77777777" w:rsidR="007260C7" w:rsidRPr="00E12940" w:rsidRDefault="007260C7" w:rsidP="00E12940">
            <w:pPr>
              <w:pStyle w:val="SIBulletList1"/>
            </w:pPr>
            <w:r w:rsidRPr="00E12940">
              <w:t>specifications:</w:t>
            </w:r>
          </w:p>
          <w:p w14:paraId="6D6430C1" w14:textId="77777777" w:rsidR="007260C7" w:rsidRPr="00E12940" w:rsidRDefault="007260C7" w:rsidP="00E12940">
            <w:pPr>
              <w:pStyle w:val="SIBulletList2"/>
            </w:pPr>
            <w:r w:rsidRPr="00E12940">
              <w:t>use of specific workplace policies, procedures and forms</w:t>
            </w:r>
          </w:p>
          <w:p w14:paraId="37AF42D7" w14:textId="77777777" w:rsidR="007260C7" w:rsidRDefault="007260C7" w:rsidP="00E12940">
            <w:pPr>
              <w:pStyle w:val="SIBulletList2"/>
            </w:pPr>
            <w:r w:rsidRPr="00E12940">
              <w:t>use of manufacturer’s operating instructions for equipment and machinery</w:t>
            </w:r>
          </w:p>
          <w:p w14:paraId="22159F85" w14:textId="1BCF9AFA" w:rsidR="007260C7" w:rsidRPr="00E12940" w:rsidRDefault="007260C7" w:rsidP="00E12940">
            <w:pPr>
              <w:pStyle w:val="SIBulletList2"/>
            </w:pPr>
            <w:r>
              <w:t>use of safety data sheets (SDS)</w:t>
            </w:r>
          </w:p>
          <w:p w14:paraId="59A40D24" w14:textId="77777777" w:rsidR="007260C7" w:rsidRPr="00E12940" w:rsidRDefault="007260C7" w:rsidP="00E12940">
            <w:pPr>
              <w:pStyle w:val="SIBulletList2"/>
            </w:pPr>
            <w:r w:rsidRPr="00E12940">
              <w:t>use of workplace instructions</w:t>
            </w:r>
          </w:p>
          <w:p w14:paraId="05991285" w14:textId="77777777" w:rsidR="007260C7" w:rsidRPr="00E12940" w:rsidRDefault="007260C7" w:rsidP="00E12940">
            <w:pPr>
              <w:pStyle w:val="SIBulletList1"/>
            </w:pPr>
            <w:r w:rsidRPr="00E12940">
              <w:t>relationships:</w:t>
            </w:r>
          </w:p>
          <w:p w14:paraId="5C683621" w14:textId="77777777" w:rsidR="007260C7" w:rsidRPr="00E12940" w:rsidRDefault="007260C7" w:rsidP="00E12940">
            <w:pPr>
              <w:pStyle w:val="SIBulletList2"/>
            </w:pPr>
            <w:r w:rsidRPr="00E12940">
              <w:t>client/delivery person</w:t>
            </w:r>
          </w:p>
          <w:p w14:paraId="3DE0592A" w14:textId="77777777" w:rsidR="00DA54B5" w:rsidRPr="00E12940" w:rsidRDefault="00DA54B5" w:rsidP="00E12940">
            <w:pPr>
              <w:pStyle w:val="SIText"/>
            </w:pPr>
          </w:p>
          <w:p w14:paraId="408F0CDB" w14:textId="7EB9CEB6" w:rsidR="00DA54B5" w:rsidRPr="00E12940" w:rsidRDefault="00DA54B5" w:rsidP="00E12940">
            <w:pPr>
              <w:pStyle w:val="SIText"/>
              <w:rPr>
                <w:rFonts w:eastAsia="Calibri"/>
              </w:rPr>
            </w:pPr>
            <w:r w:rsidRPr="00E12940">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8A4E90"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6T12:05:00Z" w:initials="RB">
    <w:p w14:paraId="7684C93A" w14:textId="7250709F" w:rsidR="00BC6F02" w:rsidRDefault="00BC6F02">
      <w:r>
        <w:annotationRef/>
      </w:r>
      <w:r w:rsidR="00C17E16">
        <w:t>Stakeholders</w:t>
      </w:r>
      <w:bookmarkStart w:id="1" w:name="_GoBack"/>
      <w:bookmarkEnd w:id="1"/>
      <w:r>
        <w:t xml:space="preserve"> please check if this is correct</w:t>
      </w:r>
    </w:p>
  </w:comment>
  <w:comment w:id="2" w:author="Ron Barrow" w:date="2021-01-06T12:02:00Z" w:initials="RB">
    <w:p w14:paraId="43DEA9E4" w14:textId="77777777" w:rsidR="00B3444B" w:rsidRDefault="00B3444B">
      <w:r>
        <w:annotationRef/>
      </w:r>
      <w:r>
        <w:t>Is this reasonable and are these commonly used in Australia. Are there other methods?</w:t>
      </w:r>
    </w:p>
    <w:p w14:paraId="1AFD46F1" w14:textId="09B04B9D" w:rsidR="00B3444B" w:rsidRDefault="00B3444B">
      <w:r>
        <w:t>Source GRDC.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84C93A" w15:done="0"/>
  <w15:commentEx w15:paraId="1AFD46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84C93A" w16cid:durableId="23B2E961"/>
  <w16cid:commentId w16cid:paraId="1AFD46F1" w16cid:durableId="23B2E9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8855C" w14:textId="77777777" w:rsidR="008A4E90" w:rsidRDefault="008A4E90" w:rsidP="00BF3F0A">
      <w:r>
        <w:separator/>
      </w:r>
    </w:p>
    <w:p w14:paraId="5F60EF77" w14:textId="77777777" w:rsidR="008A4E90" w:rsidRDefault="008A4E90"/>
  </w:endnote>
  <w:endnote w:type="continuationSeparator" w:id="0">
    <w:p w14:paraId="48AC537A" w14:textId="77777777" w:rsidR="008A4E90" w:rsidRDefault="008A4E90" w:rsidP="00BF3F0A">
      <w:r>
        <w:continuationSeparator/>
      </w:r>
    </w:p>
    <w:p w14:paraId="160B4BEF" w14:textId="77777777" w:rsidR="008A4E90" w:rsidRDefault="008A4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3CF6">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EC58F" w14:textId="77777777" w:rsidR="008A4E90" w:rsidRDefault="008A4E90" w:rsidP="00BF3F0A">
      <w:r>
        <w:separator/>
      </w:r>
    </w:p>
    <w:p w14:paraId="403DE620" w14:textId="77777777" w:rsidR="008A4E90" w:rsidRDefault="008A4E90"/>
  </w:footnote>
  <w:footnote w:type="continuationSeparator" w:id="0">
    <w:p w14:paraId="4D1C8603" w14:textId="77777777" w:rsidR="008A4E90" w:rsidRDefault="008A4E90" w:rsidP="00BF3F0A">
      <w:r>
        <w:continuationSeparator/>
      </w:r>
    </w:p>
    <w:p w14:paraId="5A4E0BA3" w14:textId="77777777" w:rsidR="008A4E90" w:rsidRDefault="008A4E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7B279D15" w:rsidR="009C2650" w:rsidRPr="00B07688" w:rsidRDefault="00B07688" w:rsidP="00B07688">
    <w:r w:rsidRPr="00B07688">
      <w:rPr>
        <w:lang w:eastAsia="en-US"/>
      </w:rPr>
      <w:t>AHCBAC406 Maintain grain quality in storage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5"/>
  </w:num>
  <w:num w:numId="4">
    <w:abstractNumId w:val="25"/>
  </w:num>
  <w:num w:numId="5">
    <w:abstractNumId w:val="2"/>
  </w:num>
  <w:num w:numId="6">
    <w:abstractNumId w:val="12"/>
  </w:num>
  <w:num w:numId="7">
    <w:abstractNumId w:val="3"/>
  </w:num>
  <w:num w:numId="8">
    <w:abstractNumId w:val="0"/>
  </w:num>
  <w:num w:numId="9">
    <w:abstractNumId w:val="24"/>
  </w:num>
  <w:num w:numId="10">
    <w:abstractNumId w:val="15"/>
  </w:num>
  <w:num w:numId="11">
    <w:abstractNumId w:val="23"/>
  </w:num>
  <w:num w:numId="12">
    <w:abstractNumId w:val="19"/>
  </w:num>
  <w:num w:numId="13">
    <w:abstractNumId w:val="27"/>
  </w:num>
  <w:num w:numId="14">
    <w:abstractNumId w:val="6"/>
  </w:num>
  <w:num w:numId="15">
    <w:abstractNumId w:val="7"/>
  </w:num>
  <w:num w:numId="16">
    <w:abstractNumId w:val="28"/>
  </w:num>
  <w:num w:numId="17">
    <w:abstractNumId w:val="16"/>
  </w:num>
  <w:num w:numId="18">
    <w:abstractNumId w:val="1"/>
  </w:num>
  <w:num w:numId="19">
    <w:abstractNumId w:val="20"/>
  </w:num>
  <w:num w:numId="20">
    <w:abstractNumId w:val="29"/>
  </w:num>
  <w:num w:numId="21">
    <w:abstractNumId w:val="4"/>
  </w:num>
  <w:num w:numId="22">
    <w:abstractNumId w:val="14"/>
  </w:num>
  <w:num w:numId="23">
    <w:abstractNumId w:val="22"/>
  </w:num>
  <w:num w:numId="24">
    <w:abstractNumId w:val="18"/>
  </w:num>
  <w:num w:numId="25">
    <w:abstractNumId w:val="10"/>
  </w:num>
  <w:num w:numId="26">
    <w:abstractNumId w:val="26"/>
  </w:num>
  <w:num w:numId="27">
    <w:abstractNumId w:val="8"/>
  </w:num>
  <w:num w:numId="28">
    <w:abstractNumId w:val="21"/>
  </w:num>
  <w:num w:numId="29">
    <w:abstractNumId w:val="11"/>
  </w:num>
  <w:num w:numId="3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41E59"/>
    <w:rsid w:val="00051CCA"/>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F29F2"/>
    <w:rsid w:val="00101659"/>
    <w:rsid w:val="00105AEA"/>
    <w:rsid w:val="001078BF"/>
    <w:rsid w:val="00123225"/>
    <w:rsid w:val="00133957"/>
    <w:rsid w:val="001372F6"/>
    <w:rsid w:val="00144385"/>
    <w:rsid w:val="00146EEC"/>
    <w:rsid w:val="00151D55"/>
    <w:rsid w:val="00151D93"/>
    <w:rsid w:val="00156EF3"/>
    <w:rsid w:val="00176E4F"/>
    <w:rsid w:val="0018546B"/>
    <w:rsid w:val="001873EF"/>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47A"/>
    <w:rsid w:val="00224542"/>
    <w:rsid w:val="00233143"/>
    <w:rsid w:val="00234444"/>
    <w:rsid w:val="00242293"/>
    <w:rsid w:val="00244EA7"/>
    <w:rsid w:val="00262FC3"/>
    <w:rsid w:val="0026394F"/>
    <w:rsid w:val="00267AF6"/>
    <w:rsid w:val="00276DB8"/>
    <w:rsid w:val="00282664"/>
    <w:rsid w:val="00285EC8"/>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3CF6"/>
    <w:rsid w:val="00366805"/>
    <w:rsid w:val="0037067D"/>
    <w:rsid w:val="00373436"/>
    <w:rsid w:val="0038735B"/>
    <w:rsid w:val="003916D1"/>
    <w:rsid w:val="00394C90"/>
    <w:rsid w:val="003A21F0"/>
    <w:rsid w:val="003A277F"/>
    <w:rsid w:val="003A58BA"/>
    <w:rsid w:val="003A5AE7"/>
    <w:rsid w:val="003A7221"/>
    <w:rsid w:val="003B3493"/>
    <w:rsid w:val="003B370C"/>
    <w:rsid w:val="003C0C42"/>
    <w:rsid w:val="003C13AE"/>
    <w:rsid w:val="003C7152"/>
    <w:rsid w:val="003D2E73"/>
    <w:rsid w:val="003D45BC"/>
    <w:rsid w:val="003E72B6"/>
    <w:rsid w:val="003E7BBE"/>
    <w:rsid w:val="004127E3"/>
    <w:rsid w:val="00430E96"/>
    <w:rsid w:val="0043212E"/>
    <w:rsid w:val="00434366"/>
    <w:rsid w:val="00434ECE"/>
    <w:rsid w:val="00444423"/>
    <w:rsid w:val="00452F3E"/>
    <w:rsid w:val="0046239A"/>
    <w:rsid w:val="0046305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4D0B"/>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763C2"/>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121D4"/>
    <w:rsid w:val="00613B49"/>
    <w:rsid w:val="00616845"/>
    <w:rsid w:val="00620E8E"/>
    <w:rsid w:val="00633CFE"/>
    <w:rsid w:val="00634FCA"/>
    <w:rsid w:val="0063517E"/>
    <w:rsid w:val="00637824"/>
    <w:rsid w:val="00643D1B"/>
    <w:rsid w:val="006452B8"/>
    <w:rsid w:val="00652E62"/>
    <w:rsid w:val="00653BD9"/>
    <w:rsid w:val="00672F89"/>
    <w:rsid w:val="00682D0D"/>
    <w:rsid w:val="00686A49"/>
    <w:rsid w:val="00687B62"/>
    <w:rsid w:val="00690C44"/>
    <w:rsid w:val="006969D9"/>
    <w:rsid w:val="006A26DA"/>
    <w:rsid w:val="006A2B68"/>
    <w:rsid w:val="006C1F18"/>
    <w:rsid w:val="006C2F32"/>
    <w:rsid w:val="006C5082"/>
    <w:rsid w:val="006D1AF9"/>
    <w:rsid w:val="006D38C3"/>
    <w:rsid w:val="006D4448"/>
    <w:rsid w:val="006D6DFD"/>
    <w:rsid w:val="006E2C4D"/>
    <w:rsid w:val="006E42FE"/>
    <w:rsid w:val="006F0D02"/>
    <w:rsid w:val="006F10FE"/>
    <w:rsid w:val="006F3622"/>
    <w:rsid w:val="007025F3"/>
    <w:rsid w:val="00705EEC"/>
    <w:rsid w:val="00707741"/>
    <w:rsid w:val="007134FE"/>
    <w:rsid w:val="0071553F"/>
    <w:rsid w:val="00715794"/>
    <w:rsid w:val="00717385"/>
    <w:rsid w:val="00722769"/>
    <w:rsid w:val="007260C7"/>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199A"/>
    <w:rsid w:val="007D5A78"/>
    <w:rsid w:val="007E3BD1"/>
    <w:rsid w:val="007F0178"/>
    <w:rsid w:val="007F1563"/>
    <w:rsid w:val="007F1EB2"/>
    <w:rsid w:val="007F44DB"/>
    <w:rsid w:val="007F5A8B"/>
    <w:rsid w:val="00817D51"/>
    <w:rsid w:val="00823530"/>
    <w:rsid w:val="00823FF4"/>
    <w:rsid w:val="00830267"/>
    <w:rsid w:val="008306E7"/>
    <w:rsid w:val="008322BE"/>
    <w:rsid w:val="00834BC8"/>
    <w:rsid w:val="00837FD6"/>
    <w:rsid w:val="00841ECE"/>
    <w:rsid w:val="00847B60"/>
    <w:rsid w:val="00850243"/>
    <w:rsid w:val="00851BE5"/>
    <w:rsid w:val="008545EB"/>
    <w:rsid w:val="00865011"/>
    <w:rsid w:val="00886790"/>
    <w:rsid w:val="008908DE"/>
    <w:rsid w:val="008A12ED"/>
    <w:rsid w:val="008A39D3"/>
    <w:rsid w:val="008A427D"/>
    <w:rsid w:val="008A4E90"/>
    <w:rsid w:val="008B2C77"/>
    <w:rsid w:val="008B4AD2"/>
    <w:rsid w:val="008B7138"/>
    <w:rsid w:val="008D7E43"/>
    <w:rsid w:val="008E260C"/>
    <w:rsid w:val="008E39BE"/>
    <w:rsid w:val="008E62EC"/>
    <w:rsid w:val="008F32F6"/>
    <w:rsid w:val="00904167"/>
    <w:rsid w:val="00916CD7"/>
    <w:rsid w:val="00917F79"/>
    <w:rsid w:val="00920927"/>
    <w:rsid w:val="00921B38"/>
    <w:rsid w:val="00923720"/>
    <w:rsid w:val="009278C9"/>
    <w:rsid w:val="00932CD7"/>
    <w:rsid w:val="00944C09"/>
    <w:rsid w:val="00945124"/>
    <w:rsid w:val="009527CB"/>
    <w:rsid w:val="00953835"/>
    <w:rsid w:val="00960F6C"/>
    <w:rsid w:val="00970747"/>
    <w:rsid w:val="00981203"/>
    <w:rsid w:val="00992ACD"/>
    <w:rsid w:val="00997BFC"/>
    <w:rsid w:val="009A5900"/>
    <w:rsid w:val="009A6E6C"/>
    <w:rsid w:val="009A6F3F"/>
    <w:rsid w:val="009A71BE"/>
    <w:rsid w:val="009B331A"/>
    <w:rsid w:val="009C2650"/>
    <w:rsid w:val="009C466E"/>
    <w:rsid w:val="009D15E2"/>
    <w:rsid w:val="009D15FE"/>
    <w:rsid w:val="009D5D2C"/>
    <w:rsid w:val="009F0DCC"/>
    <w:rsid w:val="009F11CA"/>
    <w:rsid w:val="00A0695B"/>
    <w:rsid w:val="00A13052"/>
    <w:rsid w:val="00A174F4"/>
    <w:rsid w:val="00A216A8"/>
    <w:rsid w:val="00A223A6"/>
    <w:rsid w:val="00A3420C"/>
    <w:rsid w:val="00A3639E"/>
    <w:rsid w:val="00A40CAF"/>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C6808"/>
    <w:rsid w:val="00AD3896"/>
    <w:rsid w:val="00AD5B47"/>
    <w:rsid w:val="00AE1ED9"/>
    <w:rsid w:val="00AE32CB"/>
    <w:rsid w:val="00AF3957"/>
    <w:rsid w:val="00B0712C"/>
    <w:rsid w:val="00B07688"/>
    <w:rsid w:val="00B12013"/>
    <w:rsid w:val="00B21D39"/>
    <w:rsid w:val="00B22C67"/>
    <w:rsid w:val="00B3444B"/>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C6F02"/>
    <w:rsid w:val="00BD3B0F"/>
    <w:rsid w:val="00BE5889"/>
    <w:rsid w:val="00BF1D4C"/>
    <w:rsid w:val="00BF3F0A"/>
    <w:rsid w:val="00C143C3"/>
    <w:rsid w:val="00C1739B"/>
    <w:rsid w:val="00C17E16"/>
    <w:rsid w:val="00C21ADE"/>
    <w:rsid w:val="00C26067"/>
    <w:rsid w:val="00C3087C"/>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CF7C5B"/>
    <w:rsid w:val="00D0201F"/>
    <w:rsid w:val="00D03685"/>
    <w:rsid w:val="00D0551A"/>
    <w:rsid w:val="00D07D4E"/>
    <w:rsid w:val="00D115AA"/>
    <w:rsid w:val="00D145BE"/>
    <w:rsid w:val="00D2035A"/>
    <w:rsid w:val="00D20C57"/>
    <w:rsid w:val="00D25D16"/>
    <w:rsid w:val="00D32124"/>
    <w:rsid w:val="00D54C76"/>
    <w:rsid w:val="00D60D95"/>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6FE0"/>
    <w:rsid w:val="00E12940"/>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E4B72"/>
    <w:rsid w:val="00EF01F8"/>
    <w:rsid w:val="00EF3268"/>
    <w:rsid w:val="00EF40EF"/>
    <w:rsid w:val="00EF47FE"/>
    <w:rsid w:val="00F069BD"/>
    <w:rsid w:val="00F1480E"/>
    <w:rsid w:val="00F1497D"/>
    <w:rsid w:val="00F16AAC"/>
    <w:rsid w:val="00F30C7D"/>
    <w:rsid w:val="00F33FF2"/>
    <w:rsid w:val="00F438FC"/>
    <w:rsid w:val="00F47707"/>
    <w:rsid w:val="00F539E3"/>
    <w:rsid w:val="00F542BC"/>
    <w:rsid w:val="00F5616F"/>
    <w:rsid w:val="00F56451"/>
    <w:rsid w:val="00F56827"/>
    <w:rsid w:val="00F62866"/>
    <w:rsid w:val="00F65EF0"/>
    <w:rsid w:val="00F71651"/>
    <w:rsid w:val="00F76191"/>
    <w:rsid w:val="00F76CC6"/>
    <w:rsid w:val="00F8149F"/>
    <w:rsid w:val="00F83D7C"/>
    <w:rsid w:val="00FA1EC5"/>
    <w:rsid w:val="00FB232E"/>
    <w:rsid w:val="00FD557D"/>
    <w:rsid w:val="00FE0282"/>
    <w:rsid w:val="00FE124D"/>
    <w:rsid w:val="00FE2BC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6C41E0F-D730-48FA-8182-075D296C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CCA390-946E-4353-BE5F-D76C5A715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254</TotalTime>
  <Pages>5</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45</cp:revision>
  <cp:lastPrinted>2016-05-27T05:21:00Z</cp:lastPrinted>
  <dcterms:created xsi:type="dcterms:W3CDTF">2020-08-25T06:08:00Z</dcterms:created>
  <dcterms:modified xsi:type="dcterms:W3CDTF">2021-01-20T06:40:00Z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